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23CC7FFD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CC770F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CC770F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CC770F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CC770F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CC770F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CC770F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CC770F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CC770F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CC770F">
        <w:rPr>
          <w:highlight w:val="green"/>
        </w:rPr>
        <w:t>]</w:t>
      </w:r>
    </w:p>
    <w:p w14:paraId="54D580FD" w14:textId="417CAE04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CC770F">
        <w:rPr>
          <w:rFonts w:eastAsia="Times New Roman" w:cs="Times New Roman"/>
          <w:lang w:eastAsia="cs-CZ"/>
        </w:rPr>
        <w:t>na</w:t>
      </w:r>
      <w:r w:rsidRPr="00CC770F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CC770F">
        <w:rPr>
          <w:rFonts w:eastAsia="Times New Roman" w:cs="Times New Roman"/>
          <w:b/>
          <w:lang w:eastAsia="cs-CZ"/>
        </w:rPr>
        <w:t>„</w:t>
      </w:r>
      <w:bookmarkStart w:id="1" w:name="_Hlk195269289"/>
      <w:bookmarkEnd w:id="0"/>
      <w:r w:rsidR="00CC770F" w:rsidRPr="00CC770F">
        <w:t>Monitorovací systém optických vláken Správy železnic</w:t>
      </w:r>
      <w:bookmarkEnd w:id="1"/>
      <w:r w:rsidRPr="00CC770F">
        <w:t>“</w:t>
      </w:r>
      <w:r w:rsidRPr="00CC770F">
        <w:rPr>
          <w:rFonts w:eastAsia="Times New Roman" w:cs="Times New Roman"/>
          <w:bCs/>
          <w:lang w:eastAsia="cs-CZ"/>
        </w:rPr>
        <w:t>,</w:t>
      </w:r>
      <w:r w:rsidRPr="00CC770F">
        <w:rPr>
          <w:rFonts w:eastAsia="Times New Roman" w:cs="Times New Roman"/>
          <w:lang w:eastAsia="cs-CZ"/>
        </w:rPr>
        <w:t xml:space="preserve"> tímto čestně prohlašuje</w:t>
      </w:r>
      <w:r>
        <w:rPr>
          <w:rFonts w:eastAsia="Times New Roman" w:cs="Times New Roman"/>
          <w:lang w:eastAsia="cs-CZ"/>
        </w:rPr>
        <w:t xml:space="preserve">, že </w:t>
      </w:r>
      <w:r w:rsidRPr="00CC770F">
        <w:rPr>
          <w:rFonts w:eastAsia="Times New Roman" w:cs="Times New Roman"/>
          <w:lang w:eastAsia="cs-CZ"/>
        </w:rPr>
        <w:t>za poslední</w:t>
      </w:r>
      <w:r w:rsidR="00CC770F">
        <w:rPr>
          <w:rFonts w:eastAsia="Times New Roman" w:cs="Times New Roman"/>
          <w:lang w:eastAsia="cs-CZ"/>
        </w:rPr>
        <w:t>ch</w:t>
      </w:r>
      <w:r w:rsidRPr="00CC770F">
        <w:rPr>
          <w:rFonts w:eastAsia="Times New Roman" w:cs="Times New Roman"/>
          <w:lang w:eastAsia="cs-CZ"/>
        </w:rPr>
        <w:t xml:space="preserve"> </w:t>
      </w:r>
      <w:r w:rsidR="00CC770F">
        <w:rPr>
          <w:rFonts w:eastAsia="Times New Roman" w:cs="Times New Roman"/>
          <w:lang w:eastAsia="cs-CZ"/>
        </w:rPr>
        <w:t>5</w:t>
      </w:r>
      <w:r w:rsidRPr="00CC770F">
        <w:rPr>
          <w:rFonts w:eastAsia="Times New Roman" w:cs="Times New Roman"/>
          <w:lang w:eastAsia="cs-CZ"/>
        </w:rPr>
        <w:t xml:space="preserve"> </w:t>
      </w:r>
      <w:r w:rsidR="00CC770F">
        <w:rPr>
          <w:rFonts w:eastAsia="Times New Roman" w:cs="Times New Roman"/>
          <w:lang w:eastAsia="cs-CZ"/>
        </w:rPr>
        <w:t>let</w:t>
      </w:r>
      <w:r w:rsidR="00CC770F" w:rsidRPr="00CC770F">
        <w:rPr>
          <w:rFonts w:eastAsia="Times New Roman" w:cs="Times New Roman"/>
          <w:lang w:eastAsia="cs-CZ"/>
        </w:rPr>
        <w:t xml:space="preserve"> př</w:t>
      </w:r>
      <w:r w:rsidRPr="00CC770F">
        <w:rPr>
          <w:rFonts w:eastAsia="Times New Roman" w:cs="Times New Roman"/>
          <w:lang w:eastAsia="cs-CZ"/>
        </w:rPr>
        <w:t>ed</w:t>
      </w:r>
      <w:r>
        <w:rPr>
          <w:rFonts w:eastAsia="Times New Roman" w:cs="Times New Roman"/>
          <w:lang w:eastAsia="cs-CZ"/>
        </w:rPr>
        <w:t xml:space="preserve">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1701"/>
        <w:gridCol w:w="3540"/>
        <w:gridCol w:w="2218"/>
        <w:gridCol w:w="1721"/>
      </w:tblGrid>
      <w:tr w:rsidR="003C4FBB" w14:paraId="38D85DF3" w14:textId="77777777" w:rsidTr="005927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592795">
            <w:pPr>
              <w:pStyle w:val="Tabulka"/>
              <w:jc w:val="left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592795">
            <w:pPr>
              <w:pStyle w:val="Tabulka"/>
              <w:jc w:val="left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3540" w:type="dxa"/>
            <w:tcBorders>
              <w:bottom w:val="single" w:sz="2" w:space="0" w:color="auto"/>
            </w:tcBorders>
          </w:tcPr>
          <w:p w14:paraId="725CEF29" w14:textId="33E6EE53" w:rsidR="003C4FBB" w:rsidRPr="00057842" w:rsidRDefault="00DB4961" w:rsidP="00592795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</w:t>
            </w:r>
            <w:r w:rsidR="00592795">
              <w:rPr>
                <w:rStyle w:val="Tuntabulka"/>
                <w:rFonts w:eastAsiaTheme="minorHAnsi"/>
              </w:rPr>
              <w:t>m</w:t>
            </w:r>
            <w:r>
              <w:rPr>
                <w:rStyle w:val="Tuntabulka"/>
                <w:rFonts w:eastAsiaTheme="minorHAnsi"/>
              </w:rPr>
              <w:t xml:space="preserve"> požadovány v</w:t>
            </w:r>
            <w:r w:rsidR="00592795">
              <w:rPr>
                <w:rStyle w:val="Tuntabulka"/>
                <w:rFonts w:eastAsiaTheme="minorHAnsi"/>
              </w:rPr>
              <w:t> čl. 12.1.2 Zadávací dokumentace</w:t>
            </w:r>
          </w:p>
          <w:p w14:paraId="724FDA6C" w14:textId="77777777" w:rsidR="003C4FBB" w:rsidRDefault="003C4FBB" w:rsidP="00592795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349C7771" w:rsidR="003C4FBB" w:rsidRPr="00CC770F" w:rsidRDefault="00DB4961" w:rsidP="00592795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 w:rsidRPr="00CC770F">
              <w:rPr>
                <w:rStyle w:val="Tuntabulka"/>
                <w:rFonts w:eastAsiaTheme="minorHAnsi"/>
              </w:rPr>
              <w:t>F</w:t>
            </w:r>
            <w:r w:rsidR="003C4FBB" w:rsidRPr="00CC770F">
              <w:rPr>
                <w:rStyle w:val="Tuntabulka"/>
                <w:rFonts w:eastAsiaTheme="minorHAnsi"/>
              </w:rPr>
              <w:t>inanční</w:t>
            </w:r>
            <w:r w:rsidR="00A1780E" w:rsidRPr="00CC770F">
              <w:rPr>
                <w:rStyle w:val="Tuntabulka"/>
                <w:rFonts w:eastAsiaTheme="minorHAnsi"/>
              </w:rPr>
              <w:t xml:space="preserve"> objem </w:t>
            </w:r>
            <w:r w:rsidRPr="00CC770F">
              <w:rPr>
                <w:rStyle w:val="Tuntabulka"/>
                <w:rFonts w:eastAsiaTheme="minorHAnsi"/>
              </w:rPr>
              <w:t>plnění ve vztahu k němuž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592795" w:rsidRDefault="003C4FBB" w:rsidP="00592795">
            <w:pPr>
              <w:pStyle w:val="Tabulka"/>
              <w:jc w:val="left"/>
              <w:rPr>
                <w:rStyle w:val="Tuntabulka"/>
                <w:rFonts w:asciiTheme="minorHAnsi" w:hAnsiTheme="minorHAnsi"/>
                <w:b/>
              </w:rPr>
            </w:pPr>
            <w:r w:rsidRPr="00592795">
              <w:rPr>
                <w:rStyle w:val="Tuntabulka"/>
                <w:rFonts w:asciiTheme="minorHAnsi" w:eastAsiaTheme="minorHAnsi" w:hAnsiTheme="minorHAnsi"/>
                <w:b/>
              </w:rPr>
              <w:t xml:space="preserve">Doba realizace </w:t>
            </w:r>
          </w:p>
          <w:p w14:paraId="0868D5A2" w14:textId="5C5D4546" w:rsidR="003C4FBB" w:rsidRPr="00CC770F" w:rsidRDefault="003C4FBB" w:rsidP="00592795">
            <w:pPr>
              <w:pStyle w:val="Tabulka"/>
              <w:jc w:val="left"/>
              <w:rPr>
                <w:b w:val="0"/>
                <w:bCs/>
              </w:rPr>
            </w:pPr>
            <w:r w:rsidRPr="00CC770F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="00CC770F">
              <w:rPr>
                <w:rStyle w:val="Tuntabulka"/>
                <w:rFonts w:asciiTheme="minorHAnsi" w:eastAsiaTheme="minorHAnsi" w:hAnsiTheme="minorHAnsi"/>
                <w:bCs/>
              </w:rPr>
              <w:t>5</w:t>
            </w:r>
            <w:r w:rsidRPr="00CC770F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592795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592795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592795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592795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592795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3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592795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592795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592795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592795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592795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592795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592795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592795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592795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592795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592795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592795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59279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9A278EE" w14:textId="37526AC0" w:rsidR="003C4FBB" w:rsidRPr="00592795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592795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592795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592795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354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061B7A" w14:textId="1CE3EBD5" w:rsidR="003C4FBB" w:rsidRPr="00592795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592795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592795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592795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58E911" w14:textId="06D00D60" w:rsidR="003C4FBB" w:rsidRPr="00592795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592795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592795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592795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F21188" w14:textId="46C8B5AC" w:rsidR="003C4FBB" w:rsidRPr="00592795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592795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592795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592795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CC770F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CC770F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CC770F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CC770F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85AE8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7F0F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4FB7B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BB954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41B8" w14:textId="7BEA178D" w:rsidR="00592795" w:rsidRDefault="005927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6125A2F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0E334D35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2795"/>
    <w:rsid w:val="005F1404"/>
    <w:rsid w:val="005F25AB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BE3667"/>
    <w:rsid w:val="00BE5E72"/>
    <w:rsid w:val="00C02D0A"/>
    <w:rsid w:val="00C03A6E"/>
    <w:rsid w:val="00C44F6A"/>
    <w:rsid w:val="00C47AE3"/>
    <w:rsid w:val="00CC770F"/>
    <w:rsid w:val="00CD1FC4"/>
    <w:rsid w:val="00CF166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83C9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41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18</cp:revision>
  <cp:lastPrinted>2017-11-28T17:18:00Z</cp:lastPrinted>
  <dcterms:created xsi:type="dcterms:W3CDTF">2020-04-06T08:50:00Z</dcterms:created>
  <dcterms:modified xsi:type="dcterms:W3CDTF">2025-09-26T08:37:00Z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